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BEF" w:rsidRDefault="00A56BEF" w:rsidP="00A56BEF">
      <w:pPr>
        <w:jc w:val="center"/>
        <w:rPr>
          <w:b/>
        </w:rPr>
      </w:pPr>
    </w:p>
    <w:p w:rsidR="00A56BEF" w:rsidRDefault="00A56BEF" w:rsidP="00A56BEF">
      <w:pPr>
        <w:pStyle w:val="Titlu3"/>
        <w:jc w:val="center"/>
        <w:rPr>
          <w:lang w:val="ro-RO"/>
        </w:rPr>
      </w:pPr>
      <w:r w:rsidRPr="00FC28F3">
        <w:rPr>
          <w:lang w:val="ro-RO"/>
        </w:rPr>
        <w:t>Fisa de lucru (Notepad)</w:t>
      </w:r>
    </w:p>
    <w:p w:rsidR="00D774D5" w:rsidRPr="00FC28F3" w:rsidRDefault="00D774D5" w:rsidP="00A56BEF">
      <w:pPr>
        <w:pStyle w:val="Titlu3"/>
        <w:jc w:val="center"/>
        <w:rPr>
          <w:lang w:val="ro-RO"/>
        </w:rPr>
      </w:pPr>
    </w:p>
    <w:p w:rsidR="00A56BEF" w:rsidRPr="00FC28F3" w:rsidRDefault="00A56BEF" w:rsidP="00A56BEF">
      <w:pPr>
        <w:rPr>
          <w:sz w:val="22"/>
          <w:szCs w:val="22"/>
        </w:rPr>
      </w:pPr>
      <w:r w:rsidRPr="00FC28F3">
        <w:rPr>
          <w:sz w:val="22"/>
          <w:szCs w:val="22"/>
        </w:rPr>
        <w:t>1.</w:t>
      </w:r>
      <w:r w:rsidRPr="00FC28F3">
        <w:rPr>
          <w:sz w:val="22"/>
          <w:szCs w:val="22"/>
        </w:rPr>
        <w:tab/>
        <w:t>Lansa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 xml:space="preserve">i în executie </w:t>
      </w:r>
      <w:r w:rsidRPr="00FC28F3">
        <w:rPr>
          <w:b/>
          <w:bCs/>
          <w:sz w:val="22"/>
          <w:szCs w:val="22"/>
        </w:rPr>
        <w:t xml:space="preserve">NotePad 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 tasta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urm</w:t>
      </w:r>
      <w:r w:rsidRPr="00FC28F3">
        <w:rPr>
          <w:rFonts w:ascii="TimesNewRoman" w:hAnsi="TimesNewRoman" w:cs="TimesNewRoman"/>
          <w:sz w:val="22"/>
          <w:szCs w:val="22"/>
        </w:rPr>
        <w:t>ă</w:t>
      </w:r>
      <w:r w:rsidRPr="00FC28F3">
        <w:rPr>
          <w:sz w:val="22"/>
          <w:szCs w:val="22"/>
        </w:rPr>
        <w:t>torul text:</w:t>
      </w:r>
      <w:r w:rsidR="00D774D5" w:rsidRPr="00D774D5">
        <w:rPr>
          <w:b/>
          <w:bCs/>
          <w:noProof/>
        </w:rPr>
        <w:t xml:space="preserve"> </w:t>
      </w:r>
      <w:r w:rsidR="00D774D5">
        <w:rPr>
          <w:b/>
          <w:bCs/>
          <w:noProof/>
        </w:rPr>
        <w:drawing>
          <wp:inline distT="0" distB="0" distL="0" distR="0">
            <wp:extent cx="3957727" cy="1139611"/>
            <wp:effectExtent l="19050" t="0" r="4673" b="0"/>
            <wp:docPr id="1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703" t="30769" r="50946" b="535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256" cy="114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BEF" w:rsidRPr="00FC28F3" w:rsidRDefault="00A56BEF" w:rsidP="00A56BEF">
      <w:pPr>
        <w:ind w:left="720"/>
        <w:rPr>
          <w:sz w:val="22"/>
          <w:szCs w:val="22"/>
        </w:rPr>
      </w:pPr>
      <w:r w:rsidRPr="00FC28F3">
        <w:rPr>
          <w:rFonts w:ascii="Symbol" w:hAnsi="Symbol" w:cs="Symbol"/>
          <w:sz w:val="22"/>
          <w:szCs w:val="22"/>
        </w:rPr>
        <w:t>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sz w:val="22"/>
          <w:szCs w:val="22"/>
        </w:rPr>
        <w:t>Copia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înc</w:t>
      </w:r>
      <w:r w:rsidRPr="00FC28F3">
        <w:rPr>
          <w:rFonts w:ascii="TimesNewRoman" w:hAnsi="TimesNewRoman" w:cs="TimesNewRoman"/>
          <w:sz w:val="22"/>
          <w:szCs w:val="22"/>
        </w:rPr>
        <w:t xml:space="preserve">ă </w:t>
      </w:r>
      <w:r w:rsidRPr="00FC28F3">
        <w:rPr>
          <w:sz w:val="22"/>
          <w:szCs w:val="22"/>
        </w:rPr>
        <w:t>o data prima propozi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ie la sfar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itul documentului.</w:t>
      </w:r>
    </w:p>
    <w:p w:rsidR="00A56BEF" w:rsidRPr="00FC28F3" w:rsidRDefault="00A56BEF" w:rsidP="00DB288C">
      <w:pPr>
        <w:ind w:left="720"/>
        <w:rPr>
          <w:sz w:val="22"/>
          <w:szCs w:val="22"/>
        </w:rPr>
      </w:pPr>
      <w:r w:rsidRPr="00FC28F3">
        <w:rPr>
          <w:rFonts w:ascii="Symbol" w:hAnsi="Symbol" w:cs="Symbol"/>
          <w:sz w:val="22"/>
          <w:szCs w:val="22"/>
        </w:rPr>
        <w:t>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sz w:val="22"/>
          <w:szCs w:val="22"/>
        </w:rPr>
        <w:t>La sfâr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it scrie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 xml:space="preserve">i data 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 numele Dvs. (pentru introducerea datei, utiliza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op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iunea</w:t>
      </w:r>
      <w:r w:rsidR="00DB288C">
        <w:rPr>
          <w:sz w:val="22"/>
          <w:szCs w:val="22"/>
        </w:rPr>
        <w:t xml:space="preserve"> </w:t>
      </w:r>
      <w:r w:rsidRPr="00FC28F3">
        <w:rPr>
          <w:sz w:val="22"/>
          <w:szCs w:val="22"/>
        </w:rPr>
        <w:t xml:space="preserve"> editorului de texte NotePad)</w:t>
      </w:r>
    </w:p>
    <w:p w:rsidR="00A56BEF" w:rsidRPr="00FC28F3" w:rsidRDefault="00A56BEF" w:rsidP="00A56BEF">
      <w:pPr>
        <w:ind w:left="720"/>
        <w:rPr>
          <w:sz w:val="22"/>
          <w:szCs w:val="22"/>
        </w:rPr>
      </w:pPr>
      <w:r w:rsidRPr="00FC28F3">
        <w:rPr>
          <w:rFonts w:ascii="Symbol" w:hAnsi="Symbol" w:cs="Symbol"/>
          <w:sz w:val="22"/>
          <w:szCs w:val="22"/>
        </w:rPr>
        <w:t>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sz w:val="22"/>
          <w:szCs w:val="22"/>
        </w:rPr>
        <w:t>Testa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cum se modific</w:t>
      </w:r>
      <w:r w:rsidRPr="00FC28F3">
        <w:rPr>
          <w:rFonts w:ascii="TimesNewRoman" w:hAnsi="TimesNewRoman" w:cs="TimesNewRoman"/>
          <w:sz w:val="22"/>
          <w:szCs w:val="22"/>
        </w:rPr>
        <w:t xml:space="preserve">ă </w:t>
      </w:r>
      <w:r w:rsidRPr="00FC28F3">
        <w:rPr>
          <w:sz w:val="22"/>
          <w:szCs w:val="22"/>
        </w:rPr>
        <w:t>aspectul documentului prin utilizarea/neutilizarea op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iunii</w:t>
      </w:r>
      <w:r>
        <w:rPr>
          <w:sz w:val="22"/>
          <w:szCs w:val="22"/>
        </w:rPr>
        <w:t xml:space="preserve"> </w:t>
      </w:r>
      <w:r w:rsidRPr="00FC28F3">
        <w:rPr>
          <w:sz w:val="22"/>
          <w:szCs w:val="22"/>
        </w:rPr>
        <w:t>Word Wrap</w:t>
      </w:r>
      <w:r w:rsidR="00DB288C">
        <w:rPr>
          <w:sz w:val="22"/>
          <w:szCs w:val="22"/>
        </w:rPr>
        <w:t>(Incadrare text)</w:t>
      </w:r>
      <w:r w:rsidRPr="00FC28F3">
        <w:rPr>
          <w:sz w:val="22"/>
          <w:szCs w:val="22"/>
        </w:rPr>
        <w:t>.</w:t>
      </w:r>
    </w:p>
    <w:p w:rsidR="00A56BEF" w:rsidRPr="00FC28F3" w:rsidRDefault="00A56BEF" w:rsidP="00A56BEF">
      <w:pPr>
        <w:ind w:left="720"/>
        <w:rPr>
          <w:i/>
          <w:iCs/>
        </w:rPr>
      </w:pPr>
      <w:r w:rsidRPr="00FC28F3">
        <w:rPr>
          <w:rFonts w:ascii="Symbol" w:hAnsi="Symbol" w:cs="Symbol"/>
        </w:rPr>
        <w:t></w:t>
      </w:r>
      <w:r w:rsidRPr="00FC28F3">
        <w:rPr>
          <w:rFonts w:ascii="Symbol" w:hAnsi="Symbol" w:cs="Symbol"/>
        </w:rPr>
        <w:t></w:t>
      </w:r>
      <w:r w:rsidRPr="00FC28F3">
        <w:rPr>
          <w:rFonts w:ascii="Symbol" w:hAnsi="Symbol" w:cs="Symbol"/>
        </w:rPr>
        <w:t></w:t>
      </w:r>
      <w:r w:rsidRPr="00FC28F3">
        <w:t>Salva</w:t>
      </w:r>
      <w:r w:rsidRPr="00FC28F3">
        <w:rPr>
          <w:rFonts w:ascii="TimesNewRoman" w:hAnsi="TimesNewRoman" w:cs="TimesNewRoman"/>
        </w:rPr>
        <w:t>ţ</w:t>
      </w:r>
      <w:r w:rsidRPr="00FC28F3">
        <w:t>i fi</w:t>
      </w:r>
      <w:r w:rsidRPr="00FC28F3">
        <w:rPr>
          <w:rFonts w:ascii="TimesNewRoman" w:hAnsi="TimesNewRoman" w:cs="TimesNewRoman"/>
        </w:rPr>
        <w:t>s</w:t>
      </w:r>
      <w:r w:rsidRPr="00FC28F3">
        <w:t xml:space="preserve">ierul în </w:t>
      </w:r>
      <w:r w:rsidR="00DB288C">
        <w:t>D:</w:t>
      </w:r>
      <w:r w:rsidRPr="00FC28F3">
        <w:rPr>
          <w:i/>
          <w:iCs/>
        </w:rPr>
        <w:t xml:space="preserve">, </w:t>
      </w:r>
      <w:r w:rsidRPr="00FC28F3">
        <w:t xml:space="preserve">cu numele </w:t>
      </w:r>
      <w:r w:rsidRPr="00FC28F3">
        <w:rPr>
          <w:i/>
          <w:iCs/>
        </w:rPr>
        <w:t>calitate.txt</w:t>
      </w:r>
    </w:p>
    <w:p w:rsidR="00A56BEF" w:rsidRPr="00FC28F3" w:rsidRDefault="00A56BEF" w:rsidP="00A56BEF">
      <w:pPr>
        <w:ind w:left="720"/>
        <w:rPr>
          <w:i/>
          <w:iCs/>
        </w:rPr>
      </w:pPr>
    </w:p>
    <w:p w:rsidR="00A56BEF" w:rsidRPr="00FC28F3" w:rsidRDefault="00A56BEF" w:rsidP="00A56BEF">
      <w:pPr>
        <w:rPr>
          <w:i/>
          <w:sz w:val="22"/>
          <w:szCs w:val="22"/>
          <w:u w:val="single"/>
        </w:rPr>
      </w:pPr>
      <w:r w:rsidRPr="00FC28F3">
        <w:rPr>
          <w:iCs/>
        </w:rPr>
        <w:t>2.</w:t>
      </w:r>
      <w:r w:rsidRPr="00FC28F3">
        <w:t xml:space="preserve"> </w:t>
      </w:r>
      <w:r w:rsidRPr="00FC28F3">
        <w:tab/>
      </w:r>
      <w:r w:rsidRPr="00FC28F3">
        <w:rPr>
          <w:sz w:val="22"/>
          <w:szCs w:val="22"/>
        </w:rPr>
        <w:t xml:space="preserve">Creati un fisier text cu ajutorul aplicatiei Notepad si scrieti informatii despre configuratia calculatorului la care lucrati. Adaugati data, ora si membrii grupei de lucru. Salvati fisierul cu numele </w:t>
      </w:r>
      <w:r w:rsidRPr="00FC28F3">
        <w:rPr>
          <w:i/>
          <w:sz w:val="22"/>
          <w:szCs w:val="22"/>
          <w:u w:val="single"/>
        </w:rPr>
        <w:t>fisa7.txt.</w:t>
      </w:r>
    </w:p>
    <w:p w:rsidR="00A56BEF" w:rsidRDefault="00A56BEF" w:rsidP="00A56BEF">
      <w:pPr>
        <w:jc w:val="center"/>
        <w:rPr>
          <w:b/>
        </w:rPr>
      </w:pPr>
    </w:p>
    <w:p w:rsidR="00A56BEF" w:rsidRDefault="00A56BEF" w:rsidP="00A56BEF">
      <w:pPr>
        <w:jc w:val="center"/>
        <w:rPr>
          <w:b/>
        </w:rPr>
      </w:pPr>
    </w:p>
    <w:p w:rsidR="00A56BEF" w:rsidRPr="00FC28F3" w:rsidRDefault="00A56BEF" w:rsidP="00A56BEF">
      <w:pPr>
        <w:jc w:val="center"/>
        <w:rPr>
          <w:b/>
        </w:rPr>
      </w:pPr>
      <w:r w:rsidRPr="00FC28F3">
        <w:rPr>
          <w:b/>
        </w:rPr>
        <w:t>FISA DE LABORATOR</w:t>
      </w:r>
    </w:p>
    <w:p w:rsidR="00A56BEF" w:rsidRPr="00FC28F3" w:rsidRDefault="00A56BEF" w:rsidP="00A56BEF">
      <w:pPr>
        <w:jc w:val="center"/>
        <w:rPr>
          <w:b/>
        </w:rPr>
      </w:pPr>
    </w:p>
    <w:p w:rsidR="00A56BEF" w:rsidRPr="00FC28F3" w:rsidRDefault="00A56BEF" w:rsidP="00A56BEF">
      <w:r w:rsidRPr="00FC28F3">
        <w:t xml:space="preserve">1 Creati urmatoarea structura arborescenta </w:t>
      </w:r>
    </w:p>
    <w:p w:rsidR="00A56BEF" w:rsidRPr="00FC28F3" w:rsidRDefault="005F1681" w:rsidP="00A56BEF">
      <w:r>
        <w:rPr>
          <w:noProof/>
        </w:rPr>
        <mc:AlternateContent>
          <mc:Choice Requires="wpc">
            <w:drawing>
              <wp:inline distT="0" distB="0" distL="0" distR="0">
                <wp:extent cx="5715000" cy="1371600"/>
                <wp:effectExtent l="0" t="0" r="0" b="2540"/>
                <wp:docPr id="7" name="Pânz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228600"/>
                            <a:ext cx="5715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6BEF" w:rsidRPr="000B7730" w:rsidRDefault="00A56BEF" w:rsidP="00A56BE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nume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685800" y="457200"/>
                            <a:ext cx="685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228600"/>
                            <a:ext cx="16002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6BEF" w:rsidRPr="000B7730" w:rsidRDefault="00A56BEF" w:rsidP="00A56BE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Documente Notepad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800100"/>
                            <a:ext cx="16002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6BEF" w:rsidRPr="000B7730" w:rsidRDefault="00A56BEF" w:rsidP="00A56BE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Documente Paint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85800" y="457200"/>
                            <a:ext cx="685800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ânză 2" o:spid="_x0000_s1026" editas="canvas" style="width:450pt;height:108pt;mso-position-horizontal-relative:char;mso-position-vertical-relative:line" coordsize="5715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1371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143;top:2286;width:571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A56BEF" w:rsidRPr="000B7730" w:rsidRDefault="00A56BEF" w:rsidP="00A56BE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nume</w:t>
                        </w:r>
                      </w:p>
                    </w:txbxContent>
                  </v:textbox>
                </v:shape>
                <v:line id="Line 5" o:spid="_x0000_s1029" style="position:absolute;visibility:visible;mso-wrap-style:square" from="6858,4572" to="13716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v:shape id="Text Box 6" o:spid="_x0000_s1030" type="#_x0000_t202" style="position:absolute;left:13716;top:2286;width:1600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A56BEF" w:rsidRPr="000B7730" w:rsidRDefault="00A56BEF" w:rsidP="00A56BE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Documente Notepad</w:t>
                        </w:r>
                      </w:p>
                    </w:txbxContent>
                  </v:textbox>
                </v:shape>
                <v:shape id="Text Box 7" o:spid="_x0000_s1031" type="#_x0000_t202" style="position:absolute;left:13716;top:8001;width:1600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A56BEF" w:rsidRPr="000B7730" w:rsidRDefault="00A56BEF" w:rsidP="00A56BE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Documente Paint</w:t>
                        </w:r>
                      </w:p>
                    </w:txbxContent>
                  </v:textbox>
                </v:shape>
                <v:line id="Line 8" o:spid="_x0000_s1032" style="position:absolute;visibility:visible;mso-wrap-style:square" from="6858,4572" to="13716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A56BEF" w:rsidRPr="00FC28F3" w:rsidRDefault="00A56BEF" w:rsidP="00A56BEF">
      <w:r>
        <w:t>2</w:t>
      </w:r>
      <w:r w:rsidRPr="00FC28F3">
        <w:t>. Deschideti Aplicatia Notepad si scrieti rezultatul urmatoarelor calcule pe care le realizati cu aplicatia Calculator.</w:t>
      </w:r>
    </w:p>
    <w:p w:rsidR="00A56BEF" w:rsidRPr="00FC28F3" w:rsidRDefault="00A56BEF" w:rsidP="00A56BEF">
      <w:r w:rsidRPr="00FC28F3">
        <w:t xml:space="preserve">a. </w:t>
      </w:r>
      <w:r w:rsidRPr="00FC28F3">
        <w:rPr>
          <w:position w:val="-24"/>
        </w:rPr>
        <w:object w:dxaOrig="1820" w:dyaOrig="620">
          <v:shape id="_x0000_i1026" type="#_x0000_t75" style="width:90.75pt;height:31.5pt" o:ole="">
            <v:imagedata r:id="rId7" o:title=""/>
          </v:shape>
          <o:OLEObject Type="Embed" ProgID="Equation.3" ShapeID="_x0000_i1026" DrawAspect="Content" ObjectID="_1446385262" r:id="rId8"/>
        </w:object>
      </w:r>
      <w:r w:rsidRPr="00FC28F3">
        <w:t xml:space="preserve">                         b.</w:t>
      </w:r>
      <w:r w:rsidRPr="00FC28F3">
        <w:rPr>
          <w:position w:val="-6"/>
        </w:rPr>
        <w:object w:dxaOrig="1900" w:dyaOrig="320">
          <v:shape id="_x0000_i1027" type="#_x0000_t75" style="width:95.25pt;height:16.5pt" o:ole="">
            <v:imagedata r:id="rId9" o:title=""/>
          </v:shape>
          <o:OLEObject Type="Embed" ProgID="Equation.3" ShapeID="_x0000_i1027" DrawAspect="Content" ObjectID="_1446385263" r:id="rId10"/>
        </w:object>
      </w:r>
    </w:p>
    <w:p w:rsidR="00A56BEF" w:rsidRPr="00FC28F3" w:rsidRDefault="00A56BEF" w:rsidP="00A56BEF">
      <w:r w:rsidRPr="00FC28F3">
        <w:t>c.</w:t>
      </w:r>
      <w:r w:rsidRPr="00FC28F3">
        <w:rPr>
          <w:position w:val="-34"/>
        </w:rPr>
        <w:object w:dxaOrig="1260" w:dyaOrig="840">
          <v:shape id="_x0000_i1028" type="#_x0000_t75" style="width:63pt;height:42pt" o:ole="">
            <v:imagedata r:id="rId11" o:title=""/>
          </v:shape>
          <o:OLEObject Type="Embed" ProgID="Equation.3" ShapeID="_x0000_i1028" DrawAspect="Content" ObjectID="_1446385264" r:id="rId12"/>
        </w:object>
      </w:r>
      <w:r w:rsidRPr="00FC28F3">
        <w:t xml:space="preserve">                                  d. </w:t>
      </w:r>
      <w:r w:rsidRPr="00FC28F3">
        <w:rPr>
          <w:position w:val="-6"/>
        </w:rPr>
        <w:object w:dxaOrig="1740" w:dyaOrig="320">
          <v:shape id="_x0000_i1029" type="#_x0000_t75" style="width:87pt;height:16.5pt" o:ole="">
            <v:imagedata r:id="rId13" o:title=""/>
          </v:shape>
          <o:OLEObject Type="Embed" ProgID="Equation.3" ShapeID="_x0000_i1029" DrawAspect="Content" ObjectID="_1446385265" r:id="rId14"/>
        </w:object>
      </w:r>
    </w:p>
    <w:p w:rsidR="00A56BEF" w:rsidRPr="00FC28F3" w:rsidRDefault="00A56BEF" w:rsidP="00A56BEF"/>
    <w:p w:rsidR="00A56BEF" w:rsidRPr="00FC28F3" w:rsidRDefault="00A56BEF" w:rsidP="00A56BEF">
      <w:r w:rsidRPr="00FC28F3">
        <w:t>e.</w:t>
      </w:r>
      <w:r w:rsidRPr="00FC28F3">
        <w:rPr>
          <w:position w:val="-24"/>
        </w:rPr>
        <w:object w:dxaOrig="1579" w:dyaOrig="620">
          <v:shape id="_x0000_i1030" type="#_x0000_t75" style="width:78.75pt;height:31.5pt" o:ole="">
            <v:imagedata r:id="rId15" o:title=""/>
          </v:shape>
          <o:OLEObject Type="Embed" ProgID="Equation.3" ShapeID="_x0000_i1030" DrawAspect="Content" ObjectID="_1446385266" r:id="rId16"/>
        </w:object>
      </w:r>
      <w:r w:rsidRPr="00FC28F3">
        <w:t xml:space="preserve"> </w:t>
      </w:r>
    </w:p>
    <w:p w:rsidR="00A56BEF" w:rsidRDefault="00A56BEF" w:rsidP="00A56BEF">
      <w:pPr>
        <w:rPr>
          <w:sz w:val="22"/>
          <w:szCs w:val="22"/>
        </w:rPr>
      </w:pPr>
    </w:p>
    <w:p w:rsidR="00A56BEF" w:rsidRPr="00FC28F3" w:rsidRDefault="00A56BEF" w:rsidP="00A56BEF">
      <w:pPr>
        <w:pStyle w:val="Titlu3"/>
        <w:jc w:val="center"/>
        <w:rPr>
          <w:lang w:val="ro-RO"/>
        </w:rPr>
      </w:pPr>
      <w:r w:rsidRPr="00FC28F3">
        <w:rPr>
          <w:lang w:val="ro-RO"/>
        </w:rPr>
        <w:t>Fisa de lucru (Paint)</w:t>
      </w:r>
    </w:p>
    <w:p w:rsidR="005F1681" w:rsidRPr="005F1681" w:rsidRDefault="005F1681" w:rsidP="005F1681">
      <w:pPr>
        <w:pStyle w:val="Listparagraf"/>
        <w:numPr>
          <w:ilvl w:val="0"/>
          <w:numId w:val="1"/>
        </w:numPr>
        <w:ind w:left="720"/>
        <w:rPr>
          <w:b/>
          <w:sz w:val="22"/>
          <w:szCs w:val="22"/>
        </w:rPr>
      </w:pPr>
      <w:r w:rsidRPr="005F1681">
        <w:rPr>
          <w:sz w:val="22"/>
          <w:szCs w:val="22"/>
        </w:rPr>
        <w:t xml:space="preserve">Utilizand optiunea PrintScreen faceti o poza a unei ferestre deschise (ex. Internet Explorer). Copiati imaginea in Paint si prelucrati-o indicand elementele componente. Salvati imaginea obtinuta cu numele </w:t>
      </w:r>
      <w:r w:rsidRPr="005F1681">
        <w:rPr>
          <w:b/>
          <w:sz w:val="22"/>
          <w:szCs w:val="22"/>
        </w:rPr>
        <w:t>fereastra.png.</w:t>
      </w:r>
    </w:p>
    <w:p w:rsidR="00A56BEF" w:rsidRPr="005F1681" w:rsidRDefault="00A56BEF" w:rsidP="005F1681">
      <w:pPr>
        <w:pStyle w:val="Listparagraf"/>
        <w:numPr>
          <w:ilvl w:val="0"/>
          <w:numId w:val="1"/>
        </w:numPr>
        <w:ind w:left="720"/>
        <w:rPr>
          <w:sz w:val="22"/>
          <w:szCs w:val="22"/>
        </w:rPr>
      </w:pPr>
      <w:r w:rsidRPr="005F1681">
        <w:rPr>
          <w:sz w:val="22"/>
          <w:szCs w:val="22"/>
        </w:rPr>
        <w:t xml:space="preserve"> Lansa</w:t>
      </w:r>
      <w:r w:rsidRPr="005F1681">
        <w:rPr>
          <w:rFonts w:ascii="TimesNewRoman" w:hAnsi="TimesNewRoman" w:cs="TimesNewRoman"/>
          <w:sz w:val="22"/>
          <w:szCs w:val="22"/>
        </w:rPr>
        <w:t>ţ</w:t>
      </w:r>
      <w:r w:rsidRPr="005F1681">
        <w:rPr>
          <w:sz w:val="22"/>
          <w:szCs w:val="22"/>
        </w:rPr>
        <w:t xml:space="preserve">i în executie aplicatia </w:t>
      </w:r>
      <w:r w:rsidRPr="005F1681">
        <w:rPr>
          <w:b/>
          <w:bCs/>
          <w:sz w:val="22"/>
          <w:szCs w:val="22"/>
        </w:rPr>
        <w:t xml:space="preserve">Paint. </w:t>
      </w:r>
      <w:r w:rsidRPr="005F1681">
        <w:rPr>
          <w:bCs/>
          <w:sz w:val="22"/>
          <w:szCs w:val="22"/>
        </w:rPr>
        <w:t>Creati un desen la alegere dar i</w:t>
      </w:r>
      <w:r w:rsidRPr="005F1681">
        <w:rPr>
          <w:sz w:val="22"/>
          <w:szCs w:val="22"/>
        </w:rPr>
        <w:t>ncerca</w:t>
      </w:r>
      <w:r w:rsidRPr="005F1681">
        <w:rPr>
          <w:rFonts w:ascii="TimesNewRoman" w:hAnsi="TimesNewRoman" w:cs="TimesNewRoman"/>
          <w:sz w:val="22"/>
          <w:szCs w:val="22"/>
        </w:rPr>
        <w:t>ţ</w:t>
      </w:r>
      <w:r w:rsidRPr="005F1681">
        <w:rPr>
          <w:sz w:val="22"/>
          <w:szCs w:val="22"/>
        </w:rPr>
        <w:t>i s</w:t>
      </w:r>
      <w:r w:rsidRPr="005F1681">
        <w:rPr>
          <w:rFonts w:ascii="TimesNewRoman" w:hAnsi="TimesNewRoman" w:cs="TimesNewRoman"/>
          <w:sz w:val="22"/>
          <w:szCs w:val="22"/>
        </w:rPr>
        <w:t xml:space="preserve">ă </w:t>
      </w:r>
      <w:r w:rsidRPr="005F1681">
        <w:rPr>
          <w:sz w:val="22"/>
          <w:szCs w:val="22"/>
        </w:rPr>
        <w:t>utiliza</w:t>
      </w:r>
      <w:r w:rsidRPr="005F1681">
        <w:rPr>
          <w:rFonts w:ascii="TimesNewRoman" w:hAnsi="TimesNewRoman" w:cs="TimesNewRoman"/>
          <w:sz w:val="22"/>
          <w:szCs w:val="22"/>
        </w:rPr>
        <w:t>ţ</w:t>
      </w:r>
      <w:r w:rsidRPr="005F1681">
        <w:rPr>
          <w:sz w:val="22"/>
          <w:szCs w:val="22"/>
        </w:rPr>
        <w:t>i cât mai multe din instrumentele disponibile: creion, pensul</w:t>
      </w:r>
      <w:r w:rsidRPr="005F1681">
        <w:rPr>
          <w:rFonts w:ascii="TimesNewRoman" w:hAnsi="TimesNewRoman" w:cs="TimesNewRoman"/>
          <w:sz w:val="22"/>
          <w:szCs w:val="22"/>
        </w:rPr>
        <w:t>ă</w:t>
      </w:r>
      <w:r w:rsidRPr="005F1681">
        <w:rPr>
          <w:sz w:val="22"/>
          <w:szCs w:val="22"/>
        </w:rPr>
        <w:t>, linie, curb</w:t>
      </w:r>
      <w:r w:rsidRPr="005F1681">
        <w:rPr>
          <w:rFonts w:ascii="TimesNewRoman" w:hAnsi="TimesNewRoman" w:cs="TimesNewRoman"/>
          <w:sz w:val="22"/>
          <w:szCs w:val="22"/>
        </w:rPr>
        <w:t>ă</w:t>
      </w:r>
      <w:r w:rsidRPr="005F1681">
        <w:rPr>
          <w:sz w:val="22"/>
          <w:szCs w:val="22"/>
        </w:rPr>
        <w:t>, poligon, dreptunghi cu laturi rotunjite, spray, dreptunghi, elips</w:t>
      </w:r>
      <w:r w:rsidRPr="005F1681">
        <w:rPr>
          <w:rFonts w:ascii="TimesNewRoman" w:hAnsi="TimesNewRoman" w:cs="TimesNewRoman"/>
          <w:sz w:val="22"/>
          <w:szCs w:val="22"/>
        </w:rPr>
        <w:t>ă</w:t>
      </w:r>
      <w:r w:rsidRPr="005F1681">
        <w:rPr>
          <w:sz w:val="22"/>
          <w:szCs w:val="22"/>
        </w:rPr>
        <w:t>, text, umplere cu culoare, radier</w:t>
      </w:r>
      <w:r w:rsidRPr="005F1681">
        <w:rPr>
          <w:rFonts w:ascii="TimesNewRoman" w:hAnsi="TimesNewRoman" w:cs="TimesNewRoman"/>
          <w:sz w:val="22"/>
          <w:szCs w:val="22"/>
        </w:rPr>
        <w:t>ă</w:t>
      </w:r>
      <w:r w:rsidRPr="005F1681">
        <w:rPr>
          <w:sz w:val="22"/>
          <w:szCs w:val="22"/>
        </w:rPr>
        <w:t>, lup</w:t>
      </w:r>
      <w:r w:rsidRPr="005F1681">
        <w:rPr>
          <w:rFonts w:ascii="TimesNewRoman" w:hAnsi="TimesNewRoman" w:cs="TimesNewRoman"/>
          <w:sz w:val="22"/>
          <w:szCs w:val="22"/>
        </w:rPr>
        <w:t>ă</w:t>
      </w:r>
      <w:r w:rsidRPr="005F1681">
        <w:rPr>
          <w:sz w:val="22"/>
          <w:szCs w:val="22"/>
        </w:rPr>
        <w:t>, selec</w:t>
      </w:r>
      <w:r w:rsidRPr="005F1681">
        <w:rPr>
          <w:rFonts w:ascii="TimesNewRoman" w:hAnsi="TimesNewRoman" w:cs="TimesNewRoman"/>
          <w:sz w:val="22"/>
          <w:szCs w:val="22"/>
        </w:rPr>
        <w:t>ţ</w:t>
      </w:r>
      <w:r w:rsidRPr="005F1681">
        <w:rPr>
          <w:sz w:val="22"/>
          <w:szCs w:val="22"/>
        </w:rPr>
        <w:t xml:space="preserve">ie culoare, etc. </w:t>
      </w:r>
    </w:p>
    <w:p w:rsidR="005F1681" w:rsidRDefault="00A56BEF" w:rsidP="005F1681">
      <w:pPr>
        <w:rPr>
          <w:i/>
          <w:iCs/>
          <w:sz w:val="22"/>
          <w:szCs w:val="22"/>
        </w:rPr>
      </w:pPr>
      <w:r w:rsidRPr="00FC28F3">
        <w:rPr>
          <w:sz w:val="22"/>
          <w:szCs w:val="22"/>
        </w:rPr>
        <w:tab/>
        <w:t>Salva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fi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 xml:space="preserve">ierul creat, în directorul  </w:t>
      </w:r>
      <w:r w:rsidRPr="007068C9">
        <w:rPr>
          <w:b/>
          <w:i/>
          <w:lang w:val="en-US"/>
        </w:rPr>
        <w:t>Documente Paint</w:t>
      </w:r>
      <w:r>
        <w:rPr>
          <w:b/>
          <w:i/>
          <w:lang w:val="en-US"/>
        </w:rPr>
        <w:t xml:space="preserve"> </w:t>
      </w:r>
      <w:r w:rsidRPr="00FC28F3">
        <w:rPr>
          <w:sz w:val="22"/>
          <w:szCs w:val="22"/>
        </w:rPr>
        <w:t xml:space="preserve">cu numele </w:t>
      </w:r>
      <w:r w:rsidRPr="00FC28F3">
        <w:rPr>
          <w:b/>
          <w:i/>
          <w:iCs/>
          <w:sz w:val="22"/>
          <w:szCs w:val="22"/>
        </w:rPr>
        <w:t>desen.bmp</w:t>
      </w:r>
    </w:p>
    <w:p w:rsidR="00A56BEF" w:rsidRPr="005F1681" w:rsidRDefault="005F1681" w:rsidP="005F1681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3.</w:t>
      </w:r>
      <w:r>
        <w:rPr>
          <w:i/>
          <w:iCs/>
          <w:sz w:val="22"/>
          <w:szCs w:val="22"/>
        </w:rPr>
        <w:tab/>
      </w:r>
      <w:r w:rsidR="00A56BEF" w:rsidRPr="00FC28F3">
        <w:rPr>
          <w:sz w:val="22"/>
          <w:szCs w:val="22"/>
        </w:rPr>
        <w:t xml:space="preserve"> Utilizand aplicatia Paint creati o felicitare aniversara pentru un prieten de-al vostru. Puteti adauga sau  prelucra una sau mai multe poze pentru a realiza feliciatrea dvs. Salvati imaginea cu numele </w:t>
      </w:r>
      <w:r w:rsidR="00A56BEF" w:rsidRPr="00FC28F3">
        <w:rPr>
          <w:b/>
          <w:sz w:val="22"/>
          <w:szCs w:val="22"/>
        </w:rPr>
        <w:t xml:space="preserve">felicitare.jpg </w:t>
      </w:r>
      <w:r w:rsidR="00A56BEF" w:rsidRPr="00FC28F3">
        <w:rPr>
          <w:sz w:val="22"/>
          <w:szCs w:val="22"/>
        </w:rPr>
        <w:t xml:space="preserve">in directorul </w:t>
      </w:r>
      <w:r w:rsidR="00A56BEF" w:rsidRPr="00FC28F3">
        <w:rPr>
          <w:b/>
          <w:sz w:val="22"/>
          <w:szCs w:val="22"/>
        </w:rPr>
        <w:t>Accesorii</w:t>
      </w:r>
      <w:r w:rsidR="00A56BEF" w:rsidRPr="00FC28F3">
        <w:rPr>
          <w:sz w:val="22"/>
          <w:szCs w:val="22"/>
        </w:rPr>
        <w:t xml:space="preserve"> creat de voi.</w:t>
      </w:r>
      <w:bookmarkStart w:id="0" w:name="_GoBack"/>
      <w:bookmarkEnd w:id="0"/>
    </w:p>
    <w:p w:rsidR="00A56BEF" w:rsidRPr="00FC28F3" w:rsidRDefault="00A56BEF" w:rsidP="00A56BEF">
      <w:pPr>
        <w:rPr>
          <w:sz w:val="22"/>
          <w:szCs w:val="22"/>
        </w:rPr>
      </w:pPr>
    </w:p>
    <w:p w:rsidR="00883D87" w:rsidRDefault="005F1681"/>
    <w:sectPr w:rsidR="00883D87" w:rsidSect="00A56BEF">
      <w:pgSz w:w="15840" w:h="12240" w:orient="landscape"/>
      <w:pgMar w:top="720" w:right="720" w:bottom="720" w:left="720" w:header="720" w:footer="720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4F6162"/>
    <w:multiLevelType w:val="hybridMultilevel"/>
    <w:tmpl w:val="D39A4E4A"/>
    <w:lvl w:ilvl="0" w:tplc="EFD8F39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BEF"/>
    <w:rsid w:val="00183A78"/>
    <w:rsid w:val="00185A5C"/>
    <w:rsid w:val="0021407A"/>
    <w:rsid w:val="005F1681"/>
    <w:rsid w:val="009112C9"/>
    <w:rsid w:val="009D2C53"/>
    <w:rsid w:val="00A56BEF"/>
    <w:rsid w:val="00BF47D8"/>
    <w:rsid w:val="00D774D5"/>
    <w:rsid w:val="00DB288C"/>
    <w:rsid w:val="00EA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85DBF204-D5F4-445D-AED7-D3E356B6D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B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paragraph" w:styleId="Titlu3">
    <w:name w:val="heading 3"/>
    <w:basedOn w:val="Normal"/>
    <w:link w:val="Titlu3Caracter"/>
    <w:qFormat/>
    <w:rsid w:val="00A56BEF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rsid w:val="00A56BE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774D5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774D5"/>
    <w:rPr>
      <w:rFonts w:ascii="Tahoma" w:eastAsia="Times New Roman" w:hAnsi="Tahoma" w:cs="Tahoma"/>
      <w:sz w:val="16"/>
      <w:szCs w:val="16"/>
      <w:lang w:val="ro-RO" w:eastAsia="ro-RO"/>
    </w:rPr>
  </w:style>
  <w:style w:type="paragraph" w:styleId="Listparagraf">
    <w:name w:val="List Paragraph"/>
    <w:basedOn w:val="Normal"/>
    <w:uiPriority w:val="34"/>
    <w:qFormat/>
    <w:rsid w:val="005F16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v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4A88EB35-AE81-4FB6-BFBE-F7FB6BBB9DA7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1</Pages>
  <Words>280</Words>
  <Characters>1627</Characters>
  <Application>Microsoft Office Word</Application>
  <DocSecurity>4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Elev</cp:lastModifiedBy>
  <cp:revision>2</cp:revision>
  <dcterms:created xsi:type="dcterms:W3CDTF">2013-11-19T14:55:00Z</dcterms:created>
  <dcterms:modified xsi:type="dcterms:W3CDTF">2013-11-19T14:55:00Z</dcterms:modified>
</cp:coreProperties>
</file>